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29D" w:rsidRDefault="00FE429D">
      <w:pPr>
        <w:rPr>
          <w:b/>
          <w:lang w:val="en-US"/>
        </w:rPr>
      </w:pPr>
      <w:r>
        <w:rPr>
          <w:b/>
          <w:lang w:val="en-US"/>
        </w:rPr>
        <w:t>Welcome to the first Conti Tech sessions. By the end of this session you will:</w:t>
      </w:r>
    </w:p>
    <w:p w:rsidR="00FE429D" w:rsidRPr="0032207F" w:rsidRDefault="0032207F" w:rsidP="0032207F">
      <w:pPr>
        <w:pStyle w:val="ListParagraph"/>
        <w:numPr>
          <w:ilvl w:val="1"/>
          <w:numId w:val="1"/>
        </w:numPr>
        <w:rPr>
          <w:b/>
          <w:lang w:val="en-US"/>
        </w:rPr>
      </w:pPr>
      <w:r w:rsidRPr="0032207F">
        <w:rPr>
          <w:b/>
          <w:lang w:val="en-US"/>
        </w:rPr>
        <w:t>Know what D</w:t>
      </w:r>
      <w:r w:rsidR="00FE429D" w:rsidRPr="0032207F">
        <w:rPr>
          <w:b/>
          <w:lang w:val="en-US"/>
        </w:rPr>
        <w:t>ropbox is</w:t>
      </w:r>
    </w:p>
    <w:p w:rsidR="00FE429D" w:rsidRPr="0032207F" w:rsidRDefault="0032207F" w:rsidP="0032207F">
      <w:pPr>
        <w:pStyle w:val="ListParagraph"/>
        <w:numPr>
          <w:ilvl w:val="1"/>
          <w:numId w:val="1"/>
        </w:numPr>
        <w:rPr>
          <w:b/>
          <w:lang w:val="en-US"/>
        </w:rPr>
      </w:pPr>
      <w:r w:rsidRPr="0032207F">
        <w:rPr>
          <w:b/>
          <w:lang w:val="en-US"/>
        </w:rPr>
        <w:t>Create a D</w:t>
      </w:r>
      <w:r w:rsidR="00FE429D" w:rsidRPr="0032207F">
        <w:rPr>
          <w:b/>
          <w:lang w:val="en-US"/>
        </w:rPr>
        <w:t>ropbox account</w:t>
      </w:r>
    </w:p>
    <w:p w:rsidR="00FE429D" w:rsidRPr="0032207F" w:rsidRDefault="0032207F" w:rsidP="0032207F">
      <w:pPr>
        <w:pStyle w:val="ListParagraph"/>
        <w:numPr>
          <w:ilvl w:val="1"/>
          <w:numId w:val="1"/>
        </w:numPr>
        <w:rPr>
          <w:b/>
          <w:lang w:val="en-US"/>
        </w:rPr>
      </w:pPr>
      <w:r w:rsidRPr="0032207F">
        <w:rPr>
          <w:b/>
          <w:lang w:val="en-US"/>
        </w:rPr>
        <w:t>Create a folder on D</w:t>
      </w:r>
      <w:r w:rsidR="00FE429D" w:rsidRPr="0032207F">
        <w:rPr>
          <w:b/>
          <w:lang w:val="en-US"/>
        </w:rPr>
        <w:t>ropbox</w:t>
      </w:r>
    </w:p>
    <w:p w:rsidR="00FE429D" w:rsidRPr="0032207F" w:rsidRDefault="0032207F" w:rsidP="0032207F">
      <w:pPr>
        <w:pStyle w:val="ListParagraph"/>
        <w:numPr>
          <w:ilvl w:val="1"/>
          <w:numId w:val="1"/>
        </w:numPr>
        <w:rPr>
          <w:b/>
          <w:lang w:val="en-US"/>
        </w:rPr>
      </w:pPr>
      <w:r w:rsidRPr="0032207F">
        <w:rPr>
          <w:b/>
          <w:lang w:val="en-US"/>
        </w:rPr>
        <w:t>Share the folder from your desktop and from the web</w:t>
      </w:r>
    </w:p>
    <w:p w:rsidR="0032207F" w:rsidRPr="0032207F" w:rsidRDefault="0032207F" w:rsidP="0032207F">
      <w:pPr>
        <w:pStyle w:val="ListParagraph"/>
        <w:numPr>
          <w:ilvl w:val="1"/>
          <w:numId w:val="1"/>
        </w:numPr>
        <w:rPr>
          <w:b/>
          <w:lang w:val="en-US"/>
        </w:rPr>
      </w:pPr>
      <w:r w:rsidRPr="0032207F">
        <w:rPr>
          <w:b/>
          <w:lang w:val="en-US"/>
        </w:rPr>
        <w:t>Sync files from you PC and from the web</w:t>
      </w:r>
    </w:p>
    <w:p w:rsidR="0032207F" w:rsidRPr="0032207F" w:rsidRDefault="0032207F" w:rsidP="0032207F">
      <w:pPr>
        <w:pStyle w:val="ListParagraph"/>
        <w:numPr>
          <w:ilvl w:val="1"/>
          <w:numId w:val="1"/>
        </w:numPr>
        <w:rPr>
          <w:b/>
          <w:lang w:val="en-US"/>
        </w:rPr>
      </w:pPr>
      <w:r w:rsidRPr="0032207F">
        <w:rPr>
          <w:b/>
          <w:lang w:val="en-US"/>
        </w:rPr>
        <w:t>Add computers to Dropbox</w:t>
      </w:r>
    </w:p>
    <w:p w:rsidR="00FE429D" w:rsidRPr="00FE429D" w:rsidRDefault="00FE429D">
      <w:pPr>
        <w:rPr>
          <w:b/>
          <w:lang w:val="en-US"/>
        </w:rPr>
      </w:pPr>
      <w:r w:rsidRPr="00FE429D">
        <w:rPr>
          <w:b/>
          <w:lang w:val="en-US"/>
        </w:rPr>
        <w:t>What is Dropbox?</w:t>
      </w:r>
    </w:p>
    <w:p w:rsidR="00FE429D" w:rsidRDefault="00FE429D">
      <w:pPr>
        <w:rPr>
          <w:lang w:val="en-US"/>
        </w:rPr>
      </w:pPr>
      <w:r>
        <w:rPr>
          <w:lang w:val="en-US"/>
        </w:rPr>
        <w:t>It is a folder that synchronizes your files online and makes them accessible on all your devices.</w:t>
      </w:r>
    </w:p>
    <w:p w:rsidR="00FE429D" w:rsidRDefault="00FE429D">
      <w:pPr>
        <w:rPr>
          <w:lang w:val="en-US"/>
        </w:rPr>
      </w:pPr>
      <w:r>
        <w:rPr>
          <w:lang w:val="en-US"/>
        </w:rPr>
        <w:t xml:space="preserve">There are 2 parts to Dropbox: </w:t>
      </w:r>
      <w:r w:rsidRPr="00FE429D">
        <w:rPr>
          <w:b/>
          <w:lang w:val="en-US"/>
        </w:rPr>
        <w:t>Dropbox appli</w:t>
      </w:r>
      <w:bookmarkStart w:id="0" w:name="_GoBack"/>
      <w:bookmarkEnd w:id="0"/>
      <w:r w:rsidRPr="00FE429D">
        <w:rPr>
          <w:b/>
          <w:lang w:val="en-US"/>
        </w:rPr>
        <w:t>cation</w:t>
      </w:r>
      <w:r>
        <w:rPr>
          <w:lang w:val="en-US"/>
        </w:rPr>
        <w:t xml:space="preserve"> that you can download from app store or from the Dropbox website and the </w:t>
      </w:r>
      <w:r w:rsidRPr="00FE429D">
        <w:rPr>
          <w:b/>
          <w:lang w:val="en-US"/>
        </w:rPr>
        <w:t>Dropbox web interface</w:t>
      </w:r>
      <w:r>
        <w:rPr>
          <w:lang w:val="en-US"/>
        </w:rPr>
        <w:t xml:space="preserve"> that you can access by going to </w:t>
      </w:r>
      <w:hyperlink r:id="rId9" w:history="1">
        <w:r w:rsidRPr="008E2B44">
          <w:rPr>
            <w:rStyle w:val="Hyperlink"/>
            <w:lang w:val="en-US"/>
          </w:rPr>
          <w:t>www.dropbox.com</w:t>
        </w:r>
      </w:hyperlink>
    </w:p>
    <w:p w:rsidR="00FE429D" w:rsidRDefault="00FE429D">
      <w:r>
        <w:rPr>
          <w:lang w:val="en-US"/>
        </w:rPr>
        <w:t xml:space="preserve"> All information about Dropbox will be available on the Tech at </w:t>
      </w:r>
      <w:proofErr w:type="spellStart"/>
      <w:proofErr w:type="gramStart"/>
      <w:r>
        <w:rPr>
          <w:lang w:val="en-US"/>
        </w:rPr>
        <w:t>conti</w:t>
      </w:r>
      <w:proofErr w:type="spellEnd"/>
      <w:proofErr w:type="gramEnd"/>
      <w:r>
        <w:rPr>
          <w:lang w:val="en-US"/>
        </w:rPr>
        <w:t xml:space="preserve"> wiki </w:t>
      </w:r>
      <w:hyperlink r:id="rId10" w:history="1">
        <w:r>
          <w:rPr>
            <w:rStyle w:val="Hyperlink"/>
          </w:rPr>
          <w:t>http://techatconti.wikispaces.com/</w:t>
        </w:r>
      </w:hyperlink>
      <w:r>
        <w:t xml:space="preserve"> and by going to the Dropbox page </w:t>
      </w:r>
      <w:hyperlink r:id="rId11" w:history="1">
        <w:r>
          <w:rPr>
            <w:rStyle w:val="Hyperlink"/>
          </w:rPr>
          <w:t>http://techatconti.wikispaces.com/Dropbox</w:t>
        </w:r>
      </w:hyperlink>
    </w:p>
    <w:p w:rsidR="00FE429D" w:rsidRDefault="00FE429D">
      <w:r>
        <w:t>You can scan these codes to access the above 2 pages respectively:</w:t>
      </w:r>
    </w:p>
    <w:p w:rsidR="00FE429D" w:rsidRDefault="00FE429D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1114425" cy="1114425"/>
            <wp:effectExtent l="0" t="0" r="9525" b="9525"/>
            <wp:docPr id="1" name="Picture 1" descr="Q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Cod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noProof/>
          <w:lang w:val="en-US"/>
        </w:rPr>
        <w:drawing>
          <wp:inline distT="0" distB="0" distL="0" distR="0">
            <wp:extent cx="1076325" cy="1076325"/>
            <wp:effectExtent l="0" t="0" r="9525" b="9525"/>
            <wp:docPr id="2" name="Picture 2" descr="Q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RCod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29D" w:rsidRDefault="00FE429D">
      <w:pPr>
        <w:rPr>
          <w:lang w:val="en-US"/>
        </w:rPr>
      </w:pPr>
      <w:r>
        <w:rPr>
          <w:lang w:val="en-US"/>
        </w:rPr>
        <w:t xml:space="preserve">Tech at </w:t>
      </w:r>
      <w:proofErr w:type="spellStart"/>
      <w:proofErr w:type="gramStart"/>
      <w:r>
        <w:rPr>
          <w:lang w:val="en-US"/>
        </w:rPr>
        <w:t>conti</w:t>
      </w:r>
      <w:proofErr w:type="spellEnd"/>
      <w:proofErr w:type="gramEnd"/>
      <w:r>
        <w:rPr>
          <w:lang w:val="en-US"/>
        </w:rPr>
        <w:t xml:space="preserve"> wiki</w:t>
      </w:r>
      <w:r>
        <w:rPr>
          <w:lang w:val="en-US"/>
        </w:rPr>
        <w:tab/>
        <w:t>Dropbox page</w:t>
      </w:r>
    </w:p>
    <w:p w:rsidR="00FE429D" w:rsidRPr="00FE429D" w:rsidRDefault="00FE429D">
      <w:pPr>
        <w:rPr>
          <w:lang w:val="en-US"/>
        </w:rPr>
      </w:pPr>
      <w:r>
        <w:rPr>
          <w:lang w:val="en-US"/>
        </w:rPr>
        <w:t xml:space="preserve">For your convenience a guide will be given to you during this session a copy of which is also available on the wiki. </w:t>
      </w:r>
    </w:p>
    <w:sectPr w:rsidR="00FE429D" w:rsidRPr="00FE429D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4FD" w:rsidRDefault="000014FD" w:rsidP="00FE429D">
      <w:pPr>
        <w:spacing w:after="0" w:line="240" w:lineRule="auto"/>
      </w:pPr>
      <w:r>
        <w:separator/>
      </w:r>
    </w:p>
  </w:endnote>
  <w:endnote w:type="continuationSeparator" w:id="0">
    <w:p w:rsidR="000014FD" w:rsidRDefault="000014FD" w:rsidP="00FE4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4FD" w:rsidRDefault="000014FD" w:rsidP="00FE429D">
      <w:pPr>
        <w:spacing w:after="0" w:line="240" w:lineRule="auto"/>
      </w:pPr>
      <w:r>
        <w:separator/>
      </w:r>
    </w:p>
  </w:footnote>
  <w:footnote w:type="continuationSeparator" w:id="0">
    <w:p w:rsidR="000014FD" w:rsidRDefault="000014FD" w:rsidP="00FE4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777"/>
      <w:gridCol w:w="6479"/>
    </w:tblGrid>
    <w:tr w:rsidR="00FE429D">
      <w:sdt>
        <w:sdtPr>
          <w:rPr>
            <w:color w:val="FFFFFF" w:themeColor="background1"/>
          </w:rPr>
          <w:alias w:val="Date"/>
          <w:id w:val="77625188"/>
          <w:placeholder>
            <w:docPart w:val="1A38992AAA5F442AA9BE8EBC4FA3E20E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4-01-13T00:00:00Z"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FE429D" w:rsidRDefault="00FE429D">
              <w:pPr>
                <w:pStyle w:val="Header"/>
                <w:jc w:val="right"/>
                <w:rPr>
                  <w:color w:val="FFFFFF" w:themeColor="background1"/>
                </w:rPr>
              </w:pPr>
              <w:r>
                <w:rPr>
                  <w:color w:val="FFFFFF" w:themeColor="background1"/>
                  <w:lang w:val="en-US"/>
                </w:rPr>
                <w:t>January 13, 2014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FE429D" w:rsidRDefault="00FE429D" w:rsidP="00FE429D">
          <w:pPr>
            <w:pStyle w:val="Header"/>
            <w:rPr>
              <w:color w:val="76923C" w:themeColor="accent3" w:themeShade="BF"/>
              <w:sz w:val="24"/>
            </w:rPr>
          </w:pPr>
          <w:r>
            <w:rPr>
              <w:b/>
              <w:bCs/>
              <w:color w:val="76923C" w:themeColor="accent3" w:themeShade="BF"/>
              <w:sz w:val="24"/>
            </w:rPr>
            <w:t>[</w:t>
          </w:r>
          <w:sdt>
            <w:sdtPr>
              <w:rPr>
                <w:b/>
                <w:bCs/>
                <w:caps/>
                <w:sz w:val="24"/>
              </w:rPr>
              <w:alias w:val="Title"/>
              <w:id w:val="77625180"/>
              <w:placeholder>
                <w:docPart w:val="99C63B7D57E24874BEBE067FFC36DE95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b/>
                  <w:bCs/>
                  <w:caps/>
                  <w:sz w:val="24"/>
                </w:rPr>
                <w:t>SM-_Workshop 1_Dropbox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</w:rPr>
            <w:t>]</w:t>
          </w:r>
        </w:p>
      </w:tc>
    </w:tr>
  </w:tbl>
  <w:p w:rsidR="00FE429D" w:rsidRDefault="00FE42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4F13"/>
    <w:multiLevelType w:val="hybridMultilevel"/>
    <w:tmpl w:val="A3B83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29D"/>
    <w:rsid w:val="000014FD"/>
    <w:rsid w:val="0032207F"/>
    <w:rsid w:val="00D96643"/>
    <w:rsid w:val="00FE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42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29D"/>
  </w:style>
  <w:style w:type="paragraph" w:styleId="Footer">
    <w:name w:val="footer"/>
    <w:basedOn w:val="Normal"/>
    <w:link w:val="FooterChar"/>
    <w:uiPriority w:val="99"/>
    <w:unhideWhenUsed/>
    <w:rsid w:val="00FE42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29D"/>
  </w:style>
  <w:style w:type="paragraph" w:styleId="BalloonText">
    <w:name w:val="Balloon Text"/>
    <w:basedOn w:val="Normal"/>
    <w:link w:val="BalloonTextChar"/>
    <w:uiPriority w:val="99"/>
    <w:semiHidden/>
    <w:unhideWhenUsed/>
    <w:rsid w:val="00FE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2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429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2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42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29D"/>
  </w:style>
  <w:style w:type="paragraph" w:styleId="Footer">
    <w:name w:val="footer"/>
    <w:basedOn w:val="Normal"/>
    <w:link w:val="FooterChar"/>
    <w:uiPriority w:val="99"/>
    <w:unhideWhenUsed/>
    <w:rsid w:val="00FE42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29D"/>
  </w:style>
  <w:style w:type="paragraph" w:styleId="BalloonText">
    <w:name w:val="Balloon Text"/>
    <w:basedOn w:val="Normal"/>
    <w:link w:val="BalloonTextChar"/>
    <w:uiPriority w:val="99"/>
    <w:semiHidden/>
    <w:unhideWhenUsed/>
    <w:rsid w:val="00FE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2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429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2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echatconti.wikispaces.com/Dropbo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techatconti.wikispaces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ropbox.com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A38992AAA5F442AA9BE8EBC4FA3E2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91D805-FAF0-406A-B6DF-01E71007565D}"/>
      </w:docPartPr>
      <w:docPartBody>
        <w:p w:rsidR="00000000" w:rsidRDefault="00E2515D" w:rsidP="00E2515D">
          <w:pPr>
            <w:pStyle w:val="1A38992AAA5F442AA9BE8EBC4FA3E20E"/>
          </w:pPr>
          <w:r>
            <w:rPr>
              <w:color w:val="FFFFFF" w:themeColor="background1"/>
            </w:rPr>
            <w:t>[Pick the date]</w:t>
          </w:r>
        </w:p>
      </w:docPartBody>
    </w:docPart>
    <w:docPart>
      <w:docPartPr>
        <w:name w:val="99C63B7D57E24874BEBE067FFC36D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1749D-AC8C-475C-9C4A-8773977C3C3F}"/>
      </w:docPartPr>
      <w:docPartBody>
        <w:p w:rsidR="00000000" w:rsidRDefault="00E2515D" w:rsidP="00E2515D">
          <w:pPr>
            <w:pStyle w:val="99C63B7D57E24874BEBE067FFC36DE95"/>
          </w:pPr>
          <w:r>
            <w:rPr>
              <w:b/>
              <w:bCs/>
              <w:caps/>
              <w:sz w:val="24"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15D"/>
    <w:rsid w:val="00E2515D"/>
    <w:rsid w:val="00ED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38992AAA5F442AA9BE8EBC4FA3E20E">
    <w:name w:val="1A38992AAA5F442AA9BE8EBC4FA3E20E"/>
    <w:rsid w:val="00E2515D"/>
  </w:style>
  <w:style w:type="paragraph" w:customStyle="1" w:styleId="99C63B7D57E24874BEBE067FFC36DE95">
    <w:name w:val="99C63B7D57E24874BEBE067FFC36DE95"/>
    <w:rsid w:val="00E251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38992AAA5F442AA9BE8EBC4FA3E20E">
    <w:name w:val="1A38992AAA5F442AA9BE8EBC4FA3E20E"/>
    <w:rsid w:val="00E2515D"/>
  </w:style>
  <w:style w:type="paragraph" w:customStyle="1" w:styleId="99C63B7D57E24874BEBE067FFC36DE95">
    <w:name w:val="99C63B7D57E24874BEBE067FFC36DE95"/>
    <w:rsid w:val="00E251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2014-01-13T00:00:00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F03E9391</Template>
  <TotalTime>13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SM-_Workshop 1_Dropbox</dc:title>
  <dc:creator>Samar Makhoul</dc:creator>
  <cp:lastModifiedBy>Samar Makhoul</cp:lastModifiedBy>
  <cp:revision>1</cp:revision>
  <dcterms:created xsi:type="dcterms:W3CDTF">2014-01-07T07:26:00Z</dcterms:created>
  <dcterms:modified xsi:type="dcterms:W3CDTF">2014-01-07T07:39:00Z</dcterms:modified>
</cp:coreProperties>
</file>